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479EF" w14:textId="532CC0ED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14:paraId="4A8479F2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79F0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79F1" w14:textId="77777777" w:rsidR="00C50CDB" w:rsidRPr="00C50CDB" w:rsidRDefault="00F10292" w:rsidP="00984FE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10292">
              <w:rPr>
                <w:b/>
                <w:sz w:val="26"/>
                <w:szCs w:val="26"/>
                <w:lang w:val="en-US"/>
              </w:rPr>
              <w:t>203B</w:t>
            </w:r>
            <w:r w:rsidR="00984FE3">
              <w:rPr>
                <w:b/>
                <w:sz w:val="26"/>
                <w:szCs w:val="26"/>
                <w:lang w:val="en-US"/>
              </w:rPr>
              <w:t>_037</w:t>
            </w:r>
          </w:p>
        </w:tc>
      </w:tr>
      <w:tr w:rsidR="00C50CDB" w14:paraId="4A8479F5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79F3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79F4" w14:textId="77777777" w:rsidR="00C50CDB" w:rsidRPr="00984FE3" w:rsidRDefault="00E55BD8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984FE3">
              <w:rPr>
                <w:b/>
                <w:sz w:val="26"/>
                <w:szCs w:val="26"/>
                <w:lang w:val="en-US"/>
              </w:rPr>
              <w:t>2231700</w:t>
            </w:r>
            <w:r w:rsidR="00C50CDB" w:rsidRPr="00984FE3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3408CA" w14:paraId="0A0B0C78" w14:textId="77777777" w:rsidTr="0053733C">
        <w:trPr>
          <w:jc w:val="right"/>
        </w:trPr>
        <w:tc>
          <w:tcPr>
            <w:tcW w:w="5500" w:type="dxa"/>
            <w:hideMark/>
          </w:tcPr>
          <w:p w14:paraId="5005D00B" w14:textId="77777777" w:rsidR="003408CA" w:rsidRDefault="003408CA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3408CA" w:rsidRPr="006A2A48" w14:paraId="7F7E5CD0" w14:textId="77777777" w:rsidTr="0053733C">
        <w:trPr>
          <w:jc w:val="right"/>
        </w:trPr>
        <w:tc>
          <w:tcPr>
            <w:tcW w:w="5500" w:type="dxa"/>
            <w:hideMark/>
          </w:tcPr>
          <w:p w14:paraId="64E9FC3B" w14:textId="77777777" w:rsidR="003408CA" w:rsidRPr="006A2A48" w:rsidRDefault="003408CA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3408CA" w:rsidRPr="006A2A48" w14:paraId="12357AE2" w14:textId="77777777" w:rsidTr="0053733C">
        <w:trPr>
          <w:jc w:val="right"/>
        </w:trPr>
        <w:tc>
          <w:tcPr>
            <w:tcW w:w="5500" w:type="dxa"/>
            <w:hideMark/>
          </w:tcPr>
          <w:p w14:paraId="2DBBA1A8" w14:textId="77777777" w:rsidR="003408CA" w:rsidRPr="006A2A48" w:rsidRDefault="003408CA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3408CA" w:rsidRPr="006A2A48" w14:paraId="31941716" w14:textId="77777777" w:rsidTr="0053733C">
        <w:trPr>
          <w:jc w:val="right"/>
        </w:trPr>
        <w:tc>
          <w:tcPr>
            <w:tcW w:w="5500" w:type="dxa"/>
            <w:hideMark/>
          </w:tcPr>
          <w:p w14:paraId="28B7E334" w14:textId="77777777" w:rsidR="003408CA" w:rsidRPr="006A2A48" w:rsidRDefault="003408CA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3408CA" w14:paraId="3E0EBC7A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19466EA0" w14:textId="77777777" w:rsidR="003408CA" w:rsidRDefault="003408CA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3408CA" w:rsidRPr="006A2A48" w14:paraId="7353067C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566171AE" w14:textId="77777777" w:rsidR="003408CA" w:rsidRPr="006A2A48" w:rsidRDefault="003408CA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A8479FB" w14:textId="77777777" w:rsidR="00C50CDB" w:rsidRPr="00CB6078" w:rsidRDefault="00C50CDB" w:rsidP="00C50CDB"/>
    <w:p w14:paraId="4A8479FC" w14:textId="77777777" w:rsidR="00C50CDB" w:rsidRPr="00CB6078" w:rsidRDefault="00C50CDB" w:rsidP="00C50CDB"/>
    <w:p w14:paraId="4A8479FD" w14:textId="77777777" w:rsidR="00C50CDB" w:rsidRPr="00CB6078" w:rsidRDefault="00C50CDB" w:rsidP="00C50CDB"/>
    <w:p w14:paraId="4A8479FE" w14:textId="77777777"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4A8479FF" w14:textId="77777777" w:rsidR="004F6968" w:rsidRPr="00534F51" w:rsidRDefault="004F6968" w:rsidP="00773399">
      <w:pPr>
        <w:ind w:firstLine="0"/>
        <w:jc w:val="center"/>
        <w:rPr>
          <w:b/>
          <w:sz w:val="26"/>
          <w:szCs w:val="26"/>
        </w:rPr>
      </w:pPr>
      <w:r w:rsidRPr="00534F51">
        <w:rPr>
          <w:b/>
          <w:sz w:val="26"/>
          <w:szCs w:val="26"/>
        </w:rPr>
        <w:t xml:space="preserve">на </w:t>
      </w:r>
      <w:r w:rsidR="00612811" w:rsidRPr="00534F51">
        <w:rPr>
          <w:b/>
          <w:sz w:val="26"/>
          <w:szCs w:val="26"/>
        </w:rPr>
        <w:t xml:space="preserve">поставку </w:t>
      </w:r>
      <w:r w:rsidR="007F4188" w:rsidRPr="00534F51">
        <w:rPr>
          <w:b/>
          <w:sz w:val="26"/>
          <w:szCs w:val="26"/>
        </w:rPr>
        <w:t>метизов</w:t>
      </w:r>
      <w:r w:rsidR="00953DD9" w:rsidRPr="00534F51">
        <w:rPr>
          <w:b/>
          <w:sz w:val="26"/>
          <w:szCs w:val="26"/>
        </w:rPr>
        <w:t xml:space="preserve"> </w:t>
      </w:r>
      <w:r w:rsidR="00534F51" w:rsidRPr="00534F51">
        <w:rPr>
          <w:b/>
          <w:sz w:val="26"/>
          <w:szCs w:val="26"/>
        </w:rPr>
        <w:t>(</w:t>
      </w:r>
      <w:r w:rsidR="00E55BD8" w:rsidRPr="00534F51">
        <w:rPr>
          <w:b/>
          <w:sz w:val="26"/>
          <w:szCs w:val="26"/>
        </w:rPr>
        <w:t>Болт М8х30 оцинкованный</w:t>
      </w:r>
      <w:r w:rsidR="00534F51" w:rsidRPr="00534F51">
        <w:rPr>
          <w:b/>
          <w:sz w:val="26"/>
          <w:szCs w:val="26"/>
        </w:rPr>
        <w:t>)</w:t>
      </w:r>
      <w:r w:rsidR="0078062C">
        <w:rPr>
          <w:b/>
          <w:sz w:val="26"/>
          <w:szCs w:val="26"/>
        </w:rPr>
        <w:t>.</w:t>
      </w:r>
      <w:r w:rsidR="009C0389" w:rsidRPr="00534F51">
        <w:rPr>
          <w:b/>
          <w:sz w:val="26"/>
          <w:szCs w:val="26"/>
        </w:rPr>
        <w:t xml:space="preserve"> Лот № </w:t>
      </w:r>
      <w:r w:rsidR="00BD2843" w:rsidRPr="0078062C">
        <w:rPr>
          <w:b/>
          <w:sz w:val="26"/>
          <w:szCs w:val="26"/>
          <w:u w:val="single"/>
        </w:rPr>
        <w:t>203</w:t>
      </w:r>
      <w:r w:rsidR="00BD2843" w:rsidRPr="0078062C">
        <w:rPr>
          <w:b/>
          <w:sz w:val="26"/>
          <w:szCs w:val="26"/>
          <w:u w:val="single"/>
          <w:lang w:val="en-US"/>
        </w:rPr>
        <w:t>B</w:t>
      </w:r>
    </w:p>
    <w:p w14:paraId="4A847A0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A847A01" w14:textId="77777777" w:rsidR="0078062C" w:rsidRDefault="0078062C" w:rsidP="007806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A847A02" w14:textId="77777777" w:rsidR="0078062C" w:rsidRDefault="0078062C" w:rsidP="0078062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A847A03" w14:textId="77777777" w:rsidR="0078062C" w:rsidRDefault="0078062C" w:rsidP="0078062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A847A04" w14:textId="77777777" w:rsidR="0078062C" w:rsidRDefault="0078062C" w:rsidP="007806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A847A05" w14:textId="77777777" w:rsidR="0078062C" w:rsidRDefault="0078062C" w:rsidP="0078062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A847A06" w14:textId="77777777" w:rsidR="0078062C" w:rsidRDefault="0078062C" w:rsidP="007806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A847A07" w14:textId="77777777" w:rsidR="0078062C" w:rsidRDefault="0078062C" w:rsidP="007806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A847A08" w14:textId="77777777" w:rsidR="0078062C" w:rsidRDefault="0078062C" w:rsidP="007806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A847A09" w14:textId="77777777" w:rsidR="0078062C" w:rsidRDefault="0078062C" w:rsidP="007806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A847A0A" w14:textId="77777777" w:rsidR="0078062C" w:rsidRDefault="0078062C" w:rsidP="007806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A847A0B" w14:textId="77777777" w:rsidR="0078062C" w:rsidRDefault="0078062C" w:rsidP="007806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A847A0C" w14:textId="45F7010A" w:rsidR="0078062C" w:rsidRDefault="0078062C" w:rsidP="007806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3408CA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A847A0D" w14:textId="77777777" w:rsidR="0078062C" w:rsidRDefault="0078062C" w:rsidP="007806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A847A0E" w14:textId="77777777" w:rsidR="0078062C" w:rsidRDefault="0078062C" w:rsidP="0078062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A847A0F" w14:textId="77777777" w:rsidR="0078062C" w:rsidRDefault="0078062C" w:rsidP="0078062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A847A10" w14:textId="77777777" w:rsidR="0078062C" w:rsidRDefault="0078062C" w:rsidP="0078062C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4A847A11" w14:textId="77777777" w:rsidR="0078062C" w:rsidRDefault="0078062C" w:rsidP="0078062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A847A12" w14:textId="77777777" w:rsidR="0078062C" w:rsidRDefault="0078062C" w:rsidP="0078062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A847A13" w14:textId="77777777" w:rsidR="0078062C" w:rsidRDefault="0078062C" w:rsidP="0078062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A847A14" w14:textId="77777777" w:rsidR="0078062C" w:rsidRDefault="0078062C" w:rsidP="0078062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A847A15" w14:textId="77777777" w:rsidR="0078062C" w:rsidRDefault="0078062C" w:rsidP="007806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A847A16" w14:textId="77777777" w:rsidR="0078062C" w:rsidRDefault="0078062C" w:rsidP="007806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A847A17" w14:textId="77777777" w:rsidR="0078062C" w:rsidRDefault="0078062C" w:rsidP="0078062C">
      <w:pPr>
        <w:spacing w:line="276" w:lineRule="auto"/>
        <w:rPr>
          <w:sz w:val="24"/>
          <w:szCs w:val="24"/>
        </w:rPr>
      </w:pPr>
    </w:p>
    <w:p w14:paraId="4A847A18" w14:textId="77777777" w:rsidR="0078062C" w:rsidRDefault="0078062C" w:rsidP="007806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A847A19" w14:textId="77777777" w:rsidR="0078062C" w:rsidRDefault="0078062C" w:rsidP="007806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A847A1A" w14:textId="77777777" w:rsidR="0078062C" w:rsidRDefault="0078062C" w:rsidP="007806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A847A1B" w14:textId="77777777" w:rsidR="0078062C" w:rsidRDefault="0078062C" w:rsidP="007806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A847A1C" w14:textId="77777777" w:rsidR="0078062C" w:rsidRDefault="0078062C" w:rsidP="007806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A847A1D" w14:textId="77777777" w:rsidR="0078062C" w:rsidRDefault="0078062C" w:rsidP="007806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A847A1E" w14:textId="77777777" w:rsidR="0078062C" w:rsidRDefault="0078062C" w:rsidP="007806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A847A1F" w14:textId="77777777" w:rsidR="0078062C" w:rsidRDefault="0078062C" w:rsidP="007806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A847A20" w14:textId="77777777" w:rsidR="0078062C" w:rsidRDefault="0078062C" w:rsidP="007806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A847A21" w14:textId="77777777" w:rsidR="0078062C" w:rsidRDefault="0078062C" w:rsidP="007806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A847A22" w14:textId="77777777" w:rsidR="0078062C" w:rsidRDefault="0078062C" w:rsidP="007806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A847A23" w14:textId="77777777" w:rsidR="0078062C" w:rsidRDefault="0078062C" w:rsidP="007806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A847A24" w14:textId="77777777" w:rsidR="0078062C" w:rsidRDefault="0078062C" w:rsidP="0078062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A847A25" w14:textId="77777777" w:rsidR="0078062C" w:rsidRDefault="0078062C" w:rsidP="0078062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A847A26" w14:textId="1B09E831" w:rsidR="0078062C" w:rsidRDefault="0078062C" w:rsidP="007806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408CA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A847A27" w14:textId="77777777" w:rsidR="0078062C" w:rsidRDefault="0078062C" w:rsidP="0078062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A847A28" w14:textId="77777777" w:rsidR="0078062C" w:rsidRDefault="0078062C" w:rsidP="0078062C">
      <w:pPr>
        <w:rPr>
          <w:sz w:val="26"/>
          <w:szCs w:val="26"/>
        </w:rPr>
      </w:pPr>
    </w:p>
    <w:p w14:paraId="4A847A29" w14:textId="77777777" w:rsidR="0078062C" w:rsidRDefault="0078062C" w:rsidP="0078062C">
      <w:pPr>
        <w:rPr>
          <w:sz w:val="26"/>
          <w:szCs w:val="26"/>
        </w:rPr>
      </w:pPr>
    </w:p>
    <w:p w14:paraId="0EE832C5" w14:textId="77777777" w:rsidR="003408CA" w:rsidRPr="00CB6078" w:rsidRDefault="003408CA" w:rsidP="003408CA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A847A2C" w14:textId="77777777" w:rsidR="008F73A3" w:rsidRPr="00697DC5" w:rsidRDefault="008F73A3" w:rsidP="0078062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F15EF" w14:textId="77777777" w:rsidR="00964A6E" w:rsidRDefault="00964A6E">
      <w:r>
        <w:separator/>
      </w:r>
    </w:p>
  </w:endnote>
  <w:endnote w:type="continuationSeparator" w:id="0">
    <w:p w14:paraId="60525475" w14:textId="77777777" w:rsidR="00964A6E" w:rsidRDefault="0096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73649" w14:textId="77777777" w:rsidR="00964A6E" w:rsidRDefault="00964A6E">
      <w:r>
        <w:separator/>
      </w:r>
    </w:p>
  </w:footnote>
  <w:footnote w:type="continuationSeparator" w:id="0">
    <w:p w14:paraId="3EFEAB93" w14:textId="77777777" w:rsidR="00964A6E" w:rsidRDefault="00964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47A31" w14:textId="77777777" w:rsidR="00AD7048" w:rsidRDefault="004C71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A847A3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D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1C9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98A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8CA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432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12B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4F5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AC9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0DC6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62C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690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6E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4FE3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388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D8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FE3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0292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47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3BB28-9FD0-4AD3-965C-FAEAA44DC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A2C2E-F012-4B45-955F-325488F38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F7BF29-AB02-4557-834A-4EDB968FA5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AF01A0C-BB7F-4380-92FF-31DF8A70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2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2016-09-28T10:05:00Z</dcterms:created>
  <dcterms:modified xsi:type="dcterms:W3CDTF">2016-09-28T11:28:00Z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